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5D1C2" w14:textId="77777777" w:rsidR="00B53011" w:rsidRPr="003246C6" w:rsidRDefault="00B53011">
      <w:r w:rsidRPr="003246C6">
        <w:br/>
      </w:r>
    </w:p>
    <w:p w14:paraId="7DBCF3E9" w14:textId="77777777" w:rsidR="00B53011" w:rsidRPr="003246C6" w:rsidRDefault="00B53011" w:rsidP="00C12077">
      <w:pPr>
        <w:pStyle w:val="NoSpacing"/>
      </w:pPr>
    </w:p>
    <w:p w14:paraId="46542E78" w14:textId="77777777" w:rsidR="00D170C5" w:rsidRDefault="00D170C5" w:rsidP="003246C6">
      <w:pPr>
        <w:pStyle w:val="Default"/>
        <w:rPr>
          <w:b/>
          <w:bCs/>
          <w:sz w:val="20"/>
          <w:szCs w:val="20"/>
          <w:u w:val="none"/>
          <w:lang w:val="nl-NL"/>
        </w:rPr>
      </w:pPr>
    </w:p>
    <w:p w14:paraId="6980DF64" w14:textId="3DAD8F03" w:rsidR="003246C6" w:rsidRPr="003246C6" w:rsidRDefault="003246C6" w:rsidP="003246C6">
      <w:pPr>
        <w:pStyle w:val="Default"/>
        <w:rPr>
          <w:sz w:val="20"/>
          <w:szCs w:val="20"/>
          <w:u w:val="none"/>
          <w:lang w:val="nl-NL"/>
        </w:rPr>
      </w:pPr>
      <w:r w:rsidRPr="003246C6">
        <w:rPr>
          <w:b/>
          <w:bCs/>
          <w:sz w:val="20"/>
          <w:szCs w:val="20"/>
          <w:u w:val="none"/>
          <w:lang w:val="nl-NL"/>
        </w:rPr>
        <w:t xml:space="preserve">Themaverhaal </w:t>
      </w:r>
    </w:p>
    <w:p w14:paraId="1006F4F8" w14:textId="77777777" w:rsidR="003246C6" w:rsidRPr="003246C6" w:rsidRDefault="003246C6" w:rsidP="003246C6">
      <w:pPr>
        <w:pStyle w:val="Default"/>
        <w:rPr>
          <w:sz w:val="20"/>
          <w:szCs w:val="20"/>
          <w:u w:val="none"/>
          <w:lang w:val="nl-NL"/>
        </w:rPr>
      </w:pPr>
      <w:r w:rsidRPr="003246C6">
        <w:rPr>
          <w:sz w:val="20"/>
          <w:szCs w:val="20"/>
          <w:u w:val="none"/>
          <w:lang w:val="nl-NL"/>
        </w:rPr>
        <w:t xml:space="preserve">Terwijl Steven de toren opbouwt gaat Sterre aan de slag met een mooie grote vlag die gebruikt wordt om hulp te signaleren. “Maar een vlag kan toch niet de enige manier zijn om deze boodschap over te brengen?” vraagt ze zich hardop af. “We moeten de S.O.S groots de wereld in sturen!”. </w:t>
      </w:r>
    </w:p>
    <w:p w14:paraId="75F0884F" w14:textId="7D98F894" w:rsidR="003246C6" w:rsidRPr="003246C6" w:rsidRDefault="003246C6" w:rsidP="003246C6">
      <w:pPr>
        <w:pStyle w:val="Default"/>
        <w:rPr>
          <w:sz w:val="20"/>
          <w:szCs w:val="20"/>
          <w:u w:val="none"/>
          <w:lang w:val="nl-NL"/>
        </w:rPr>
      </w:pPr>
      <w:r w:rsidRPr="003246C6">
        <w:rPr>
          <w:sz w:val="20"/>
          <w:szCs w:val="20"/>
          <w:u w:val="none"/>
          <w:lang w:val="nl-NL"/>
        </w:rPr>
        <w:t xml:space="preserve">Sterre denkt nog eens goed na, en komt eigenlijk ook op nog wat andere </w:t>
      </w:r>
      <w:r w:rsidR="0037047D" w:rsidRPr="003246C6">
        <w:rPr>
          <w:sz w:val="20"/>
          <w:szCs w:val="20"/>
          <w:u w:val="none"/>
          <w:lang w:val="nl-NL"/>
        </w:rPr>
        <w:t>ideeën</w:t>
      </w:r>
      <w:r w:rsidRPr="003246C6">
        <w:rPr>
          <w:sz w:val="20"/>
          <w:szCs w:val="20"/>
          <w:u w:val="none"/>
          <w:lang w:val="nl-NL"/>
        </w:rPr>
        <w:t xml:space="preserve"> om over een lange afstand een boodschap over te brengen: “Wat nou als we de natuur van dit eiland ervoor gebruiken? Misschien kunnen we ook wel met takken of stenen een boodschap schrijven die ver zichtbaar is! Of </w:t>
      </w:r>
      <w:r w:rsidR="0037047D" w:rsidRPr="003246C6">
        <w:rPr>
          <w:sz w:val="20"/>
          <w:szCs w:val="20"/>
          <w:u w:val="none"/>
          <w:lang w:val="nl-NL"/>
        </w:rPr>
        <w:t>misschien</w:t>
      </w:r>
      <w:r w:rsidRPr="003246C6">
        <w:rPr>
          <w:sz w:val="20"/>
          <w:szCs w:val="20"/>
          <w:u w:val="none"/>
          <w:lang w:val="nl-NL"/>
        </w:rPr>
        <w:t xml:space="preserve"> zelfs wel rooksignalen, of... of... of...” </w:t>
      </w:r>
    </w:p>
    <w:p w14:paraId="219C40F2" w14:textId="77777777" w:rsidR="003246C6" w:rsidRPr="003246C6" w:rsidRDefault="003246C6" w:rsidP="003246C6">
      <w:pPr>
        <w:pStyle w:val="Default"/>
        <w:rPr>
          <w:b/>
          <w:bCs/>
          <w:sz w:val="20"/>
          <w:szCs w:val="20"/>
          <w:u w:val="none"/>
          <w:lang w:val="nl-NL"/>
        </w:rPr>
      </w:pPr>
    </w:p>
    <w:p w14:paraId="27AA4413" w14:textId="58ADE0F7" w:rsidR="003246C6" w:rsidRPr="003246C6" w:rsidRDefault="003246C6" w:rsidP="003246C6">
      <w:pPr>
        <w:pStyle w:val="Default"/>
        <w:rPr>
          <w:sz w:val="20"/>
          <w:szCs w:val="20"/>
          <w:u w:val="none"/>
          <w:lang w:val="nl-NL"/>
        </w:rPr>
      </w:pPr>
      <w:r w:rsidRPr="003246C6">
        <w:rPr>
          <w:b/>
          <w:bCs/>
          <w:sz w:val="20"/>
          <w:szCs w:val="20"/>
          <w:u w:val="none"/>
          <w:lang w:val="nl-NL"/>
        </w:rPr>
        <w:t xml:space="preserve">Activiteit </w:t>
      </w:r>
    </w:p>
    <w:p w14:paraId="3A149894" w14:textId="77777777" w:rsidR="003246C6" w:rsidRPr="003246C6" w:rsidRDefault="003246C6" w:rsidP="003246C6">
      <w:pPr>
        <w:pStyle w:val="Default"/>
        <w:rPr>
          <w:sz w:val="20"/>
          <w:szCs w:val="20"/>
          <w:u w:val="none"/>
          <w:lang w:val="nl-NL"/>
        </w:rPr>
      </w:pPr>
      <w:r w:rsidRPr="003246C6">
        <w:rPr>
          <w:sz w:val="20"/>
          <w:szCs w:val="20"/>
          <w:u w:val="none"/>
          <w:lang w:val="nl-NL"/>
        </w:rPr>
        <w:t xml:space="preserve">We gaan op verschillende manieren proberen een boodschap over te brengen over een (voor bevers) grote afstand. Hierbij kan je denken aan de volgende methodes: </w:t>
      </w:r>
    </w:p>
    <w:p w14:paraId="0C813423" w14:textId="34B48E43" w:rsidR="003246C6" w:rsidRPr="003246C6" w:rsidRDefault="003246C6" w:rsidP="003246C6">
      <w:pPr>
        <w:pStyle w:val="Default"/>
        <w:numPr>
          <w:ilvl w:val="0"/>
          <w:numId w:val="9"/>
        </w:numPr>
        <w:rPr>
          <w:sz w:val="20"/>
          <w:szCs w:val="20"/>
          <w:u w:val="none"/>
          <w:lang w:val="nl-NL"/>
        </w:rPr>
      </w:pPr>
      <w:r w:rsidRPr="003246C6">
        <w:rPr>
          <w:sz w:val="20"/>
          <w:szCs w:val="20"/>
          <w:u w:val="none"/>
          <w:lang w:val="nl-NL"/>
        </w:rPr>
        <w:t xml:space="preserve">Knutsel een vlag met daar op een boodschap. Hiervoor heb je een lap stof nodig en textielverf. Let uiteraard wel op dat de bevers niet </w:t>
      </w:r>
      <w:r w:rsidR="0037047D" w:rsidRPr="003246C6">
        <w:rPr>
          <w:sz w:val="20"/>
          <w:szCs w:val="20"/>
          <w:u w:val="none"/>
          <w:lang w:val="nl-NL"/>
        </w:rPr>
        <w:t>per ongeluk</w:t>
      </w:r>
      <w:r w:rsidRPr="003246C6">
        <w:rPr>
          <w:sz w:val="20"/>
          <w:szCs w:val="20"/>
          <w:u w:val="none"/>
          <w:lang w:val="nl-NL"/>
        </w:rPr>
        <w:t xml:space="preserve"> zichzelf onderkliederen. Schrijf de boodschap erop en versier de vlag verder zoals je zelf wil </w:t>
      </w:r>
    </w:p>
    <w:p w14:paraId="7C16C298" w14:textId="77777777" w:rsidR="003246C6" w:rsidRPr="003246C6" w:rsidRDefault="003246C6" w:rsidP="003246C6">
      <w:pPr>
        <w:pStyle w:val="Default"/>
        <w:numPr>
          <w:ilvl w:val="0"/>
          <w:numId w:val="9"/>
        </w:numPr>
        <w:rPr>
          <w:sz w:val="20"/>
          <w:szCs w:val="20"/>
          <w:u w:val="none"/>
          <w:lang w:val="nl-NL"/>
        </w:rPr>
      </w:pPr>
      <w:r w:rsidRPr="003246C6">
        <w:rPr>
          <w:sz w:val="20"/>
          <w:szCs w:val="20"/>
          <w:u w:val="none"/>
          <w:lang w:val="nl-NL"/>
        </w:rPr>
        <w:t xml:space="preserve">Je kan ook meerdere vlaggen maken samen met de bevers. Hier kan het zijn dat elke vlag voor een letter of woord staat. Hang deze vervolgens ergens in een volgorde op en laat de bevers lekker puzzelen met wat het woord is dat gevlagd wordt. Maak hiervoor een vertaalkaart (tabel met welke vlag betekend welke letter), en laat de bevers 1 voor 1 de letters van de vlaggen opschrijven tot er een simpel woord gevormd wordt. </w:t>
      </w:r>
    </w:p>
    <w:p w14:paraId="435AA6C0" w14:textId="0F0CE0BF" w:rsidR="003246C6" w:rsidRPr="003246C6" w:rsidRDefault="003246C6" w:rsidP="003246C6">
      <w:pPr>
        <w:pStyle w:val="Default"/>
        <w:numPr>
          <w:ilvl w:val="0"/>
          <w:numId w:val="9"/>
        </w:numPr>
        <w:rPr>
          <w:sz w:val="20"/>
          <w:szCs w:val="20"/>
          <w:u w:val="none"/>
          <w:lang w:val="nl-NL"/>
        </w:rPr>
      </w:pPr>
      <w:r w:rsidRPr="003246C6">
        <w:rPr>
          <w:sz w:val="20"/>
          <w:szCs w:val="20"/>
          <w:u w:val="none"/>
          <w:lang w:val="nl-NL"/>
        </w:rPr>
        <w:t xml:space="preserve">Ook de natuur valt te gebruiken om een boodschap over te brengen: Zoek buiten een hele hoop langere en kortere rechte takken. Gebruik deze om een woord of een zin uit te schrijven. Laat een gedeelte van je kolonie bevers dan op een afstand kijken wat er wordt geschreven (uiteraard met hulp van de leiding, gezien sommige bevers nog niet goed kunnen lezen of schrijven) </w:t>
      </w:r>
    </w:p>
    <w:p w14:paraId="07BBDD69" w14:textId="77777777" w:rsidR="003246C6" w:rsidRPr="003246C6" w:rsidRDefault="003246C6" w:rsidP="003246C6">
      <w:pPr>
        <w:pStyle w:val="Default"/>
        <w:rPr>
          <w:sz w:val="20"/>
          <w:szCs w:val="20"/>
          <w:u w:val="none"/>
          <w:lang w:val="nl-NL"/>
        </w:rPr>
      </w:pPr>
    </w:p>
    <w:p w14:paraId="4D29A776" w14:textId="77777777" w:rsidR="003246C6" w:rsidRPr="003246C6" w:rsidRDefault="003246C6" w:rsidP="003246C6">
      <w:pPr>
        <w:pStyle w:val="Default"/>
        <w:rPr>
          <w:sz w:val="20"/>
          <w:szCs w:val="20"/>
          <w:u w:val="none"/>
          <w:lang w:val="nl-NL"/>
        </w:rPr>
      </w:pPr>
      <w:r w:rsidRPr="003246C6">
        <w:rPr>
          <w:b/>
          <w:bCs/>
          <w:sz w:val="20"/>
          <w:szCs w:val="20"/>
          <w:u w:val="none"/>
          <w:lang w:val="nl-NL"/>
        </w:rPr>
        <w:t xml:space="preserve">Benodigdheden </w:t>
      </w:r>
    </w:p>
    <w:p w14:paraId="520A3B0C" w14:textId="77777777" w:rsidR="003246C6" w:rsidRPr="003246C6" w:rsidRDefault="003246C6" w:rsidP="003246C6">
      <w:pPr>
        <w:pStyle w:val="Default"/>
        <w:rPr>
          <w:sz w:val="20"/>
          <w:szCs w:val="20"/>
          <w:u w:val="none"/>
          <w:lang w:val="nl-NL"/>
        </w:rPr>
      </w:pPr>
      <w:r w:rsidRPr="003246C6">
        <w:rPr>
          <w:sz w:val="20"/>
          <w:szCs w:val="20"/>
          <w:u w:val="none"/>
          <w:lang w:val="nl-NL"/>
        </w:rPr>
        <w:t xml:space="preserve">Zie per subonderdeel hier boven wat de benodigdheden zijn. </w:t>
      </w:r>
    </w:p>
    <w:p w14:paraId="3F5A026F" w14:textId="77777777" w:rsidR="003246C6" w:rsidRPr="003246C6" w:rsidRDefault="003246C6" w:rsidP="003246C6">
      <w:pPr>
        <w:pStyle w:val="Default"/>
        <w:rPr>
          <w:sz w:val="20"/>
          <w:szCs w:val="20"/>
          <w:u w:val="none"/>
          <w:lang w:val="nl-NL"/>
        </w:rPr>
      </w:pPr>
    </w:p>
    <w:p w14:paraId="6D882BC0" w14:textId="77777777" w:rsidR="003246C6" w:rsidRPr="003246C6" w:rsidRDefault="003246C6" w:rsidP="003246C6">
      <w:pPr>
        <w:pStyle w:val="Default"/>
        <w:rPr>
          <w:sz w:val="20"/>
          <w:szCs w:val="20"/>
          <w:u w:val="none"/>
          <w:lang w:val="nl-NL"/>
        </w:rPr>
      </w:pPr>
      <w:r w:rsidRPr="003246C6">
        <w:rPr>
          <w:b/>
          <w:bCs/>
          <w:sz w:val="20"/>
          <w:szCs w:val="20"/>
          <w:u w:val="none"/>
          <w:lang w:val="nl-NL"/>
        </w:rPr>
        <w:t xml:space="preserve">Activiteitgebieden </w:t>
      </w:r>
    </w:p>
    <w:p w14:paraId="462C3E5D" w14:textId="77777777" w:rsidR="003246C6" w:rsidRPr="003246C6" w:rsidRDefault="003246C6" w:rsidP="003246C6">
      <w:pPr>
        <w:pStyle w:val="NoSpacing"/>
        <w:numPr>
          <w:ilvl w:val="0"/>
          <w:numId w:val="10"/>
        </w:numPr>
      </w:pPr>
      <w:r w:rsidRPr="003246C6">
        <w:rPr>
          <w:szCs w:val="20"/>
        </w:rPr>
        <w:t>Buitenleven</w:t>
      </w:r>
    </w:p>
    <w:p w14:paraId="23279FA0" w14:textId="77777777" w:rsidR="003246C6" w:rsidRPr="003246C6" w:rsidRDefault="003246C6" w:rsidP="003246C6">
      <w:pPr>
        <w:pStyle w:val="NoSpacing"/>
        <w:numPr>
          <w:ilvl w:val="0"/>
          <w:numId w:val="10"/>
        </w:numPr>
      </w:pPr>
      <w:r w:rsidRPr="003246C6">
        <w:rPr>
          <w:szCs w:val="20"/>
        </w:rPr>
        <w:t>Uitdagende Scouting Technieken</w:t>
      </w:r>
    </w:p>
    <w:p w14:paraId="54E63C30" w14:textId="632F283D" w:rsidR="00B53011" w:rsidRPr="003246C6" w:rsidRDefault="003246C6" w:rsidP="003246C6">
      <w:pPr>
        <w:pStyle w:val="NoSpacing"/>
        <w:numPr>
          <w:ilvl w:val="0"/>
          <w:numId w:val="10"/>
        </w:numPr>
      </w:pPr>
      <w:r w:rsidRPr="003246C6">
        <w:rPr>
          <w:szCs w:val="20"/>
        </w:rPr>
        <w:t>Expressie</w:t>
      </w:r>
    </w:p>
    <w:p w14:paraId="1F9FD1BC" w14:textId="77777777" w:rsidR="005E31B0" w:rsidRPr="003246C6" w:rsidRDefault="005E31B0"/>
    <w:sectPr w:rsidR="005E31B0" w:rsidRPr="003246C6" w:rsidSect="00990432">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B4B0D9" w14:textId="77777777" w:rsidR="00A20036" w:rsidRDefault="00A20036" w:rsidP="00B53011">
      <w:pPr>
        <w:spacing w:after="0" w:line="240" w:lineRule="auto"/>
      </w:pPr>
      <w:r>
        <w:separator/>
      </w:r>
    </w:p>
  </w:endnote>
  <w:endnote w:type="continuationSeparator" w:id="0">
    <w:p w14:paraId="02BAACCF" w14:textId="77777777" w:rsidR="00A20036" w:rsidRDefault="00A20036" w:rsidP="00B5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66158"/>
      <w:docPartObj>
        <w:docPartGallery w:val="Page Numbers (Bottom of Page)"/>
        <w:docPartUnique/>
      </w:docPartObj>
    </w:sdtPr>
    <w:sdtEndPr>
      <w:rPr>
        <w:rFonts w:cs="Arial"/>
        <w:color w:val="FFFFFF" w:themeColor="background1"/>
        <w:szCs w:val="20"/>
      </w:rPr>
    </w:sdtEndPr>
    <w:sdtContent>
      <w:p w14:paraId="6793A31A"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3360" behindDoc="1" locked="0" layoutInCell="1" allowOverlap="1" wp14:anchorId="30A0CD55" wp14:editId="23F1FF50">
              <wp:simplePos x="0" y="0"/>
              <wp:positionH relativeFrom="page">
                <wp:align>right</wp:align>
              </wp:positionH>
              <wp:positionV relativeFrom="paragraph">
                <wp:posOffset>-3636335</wp:posOffset>
              </wp:positionV>
              <wp:extent cx="7559749" cy="4479715"/>
              <wp:effectExtent l="0" t="0" r="3175" b="0"/>
              <wp:wrapNone/>
              <wp:docPr id="1636721586"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8090"/>
                      <a:stretch/>
                    </pic:blipFill>
                    <pic:spPr bwMode="auto">
                      <a:xfrm>
                        <a:off x="0" y="0"/>
                        <a:ext cx="7559749" cy="4479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25E5075F" w14:textId="77777777" w:rsidR="00B53011" w:rsidRDefault="00B5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684007"/>
      <w:docPartObj>
        <w:docPartGallery w:val="Page Numbers (Bottom of Page)"/>
        <w:docPartUnique/>
      </w:docPartObj>
    </w:sdtPr>
    <w:sdtEndPr>
      <w:rPr>
        <w:rFonts w:cs="Arial"/>
        <w:color w:val="FFFFFF" w:themeColor="background1"/>
        <w:szCs w:val="20"/>
      </w:rPr>
    </w:sdtEndPr>
    <w:sdtContent>
      <w:p w14:paraId="25B28898"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1312" behindDoc="1" locked="0" layoutInCell="1" allowOverlap="1" wp14:anchorId="688EADC9" wp14:editId="44ADEE1B">
              <wp:simplePos x="0" y="0"/>
              <wp:positionH relativeFrom="page">
                <wp:posOffset>0</wp:posOffset>
              </wp:positionH>
              <wp:positionV relativeFrom="paragraph">
                <wp:posOffset>-638176</wp:posOffset>
              </wp:positionV>
              <wp:extent cx="7559032" cy="1478915"/>
              <wp:effectExtent l="0" t="0" r="4445" b="6985"/>
              <wp:wrapNone/>
              <wp:docPr id="1845883835"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163"/>
                      <a:stretch/>
                    </pic:blipFill>
                    <pic:spPr bwMode="auto">
                      <a:xfrm>
                        <a:off x="0" y="0"/>
                        <a:ext cx="7559749" cy="1479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4D2EEADD" w14:textId="77777777" w:rsidR="00B53011" w:rsidRDefault="00B5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5ABAC" w14:textId="77777777" w:rsidR="00A20036" w:rsidRDefault="00A20036" w:rsidP="00B53011">
      <w:pPr>
        <w:spacing w:after="0" w:line="240" w:lineRule="auto"/>
      </w:pPr>
      <w:r>
        <w:separator/>
      </w:r>
    </w:p>
  </w:footnote>
  <w:footnote w:type="continuationSeparator" w:id="0">
    <w:p w14:paraId="66813CD1" w14:textId="77777777" w:rsidR="00A20036" w:rsidRDefault="00A20036" w:rsidP="00B5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DFB99" w14:textId="77777777" w:rsidR="00B53011" w:rsidRDefault="00B53011" w:rsidP="00B53011">
    <w:pPr>
      <w:pStyle w:val="NormalWeb"/>
    </w:pPr>
  </w:p>
  <w:p w14:paraId="1C59EBB5" w14:textId="77777777" w:rsidR="00B53011" w:rsidRDefault="00B53011" w:rsidP="00B53011">
    <w:pPr>
      <w:pStyle w:val="NormalWeb"/>
    </w:pPr>
  </w:p>
  <w:p w14:paraId="40B45166" w14:textId="77777777" w:rsidR="00B53011" w:rsidRDefault="00B53011" w:rsidP="00B53011">
    <w:pPr>
      <w:pStyle w:val="NormalWeb"/>
    </w:pPr>
  </w:p>
  <w:p w14:paraId="60A39D4E" w14:textId="77777777" w:rsidR="00B53011" w:rsidRDefault="00B53011">
    <w:pPr>
      <w:pStyle w:val="Header"/>
    </w:pP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044" w14:textId="19DA3BB5" w:rsidR="00B53011" w:rsidRPr="008B23FF" w:rsidRDefault="00B53011" w:rsidP="00B53011">
    <w:pPr>
      <w:pStyle w:val="Subtitle"/>
      <w:rPr>
        <w:color w:val="FFFFFF" w:themeColor="background1"/>
        <w:lang w:val="en-US"/>
      </w:rPr>
    </w:pPr>
    <w:r>
      <w:rPr>
        <w:noProof/>
      </w:rPr>
      <w:drawing>
        <wp:anchor distT="0" distB="0" distL="114300" distR="114300" simplePos="0" relativeHeight="251659264" behindDoc="1" locked="0" layoutInCell="1" allowOverlap="1" wp14:anchorId="15DC53D7" wp14:editId="4089264A">
          <wp:simplePos x="0" y="0"/>
          <wp:positionH relativeFrom="page">
            <wp:posOffset>0</wp:posOffset>
          </wp:positionH>
          <wp:positionV relativeFrom="paragraph">
            <wp:posOffset>-440055</wp:posOffset>
          </wp:positionV>
          <wp:extent cx="7559040" cy="2133600"/>
          <wp:effectExtent l="0" t="0" r="3810" b="0"/>
          <wp:wrapNone/>
          <wp:docPr id="2120803667" name="Afbeelding 3" descr="Afbeelding met tekst, Kinderkunst, tekening,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803667" name="Afbeelding 3" descr="Afbeelding met tekst, Kinderkunst, tekening,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b="80037"/>
                  <a:stretch/>
                </pic:blipFill>
                <pic:spPr bwMode="auto">
                  <a:xfrm>
                    <a:off x="0" y="0"/>
                    <a:ext cx="7559040" cy="213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B2759">
      <w:rPr>
        <w:color w:val="FFFFFF" w:themeColor="background1"/>
      </w:rPr>
      <w:t>2024</w:t>
    </w:r>
  </w:p>
  <w:p w14:paraId="4E318142" w14:textId="24866F45" w:rsidR="00B53011" w:rsidRPr="008B23FF" w:rsidRDefault="003246C6" w:rsidP="00B53011">
    <w:pPr>
      <w:pStyle w:val="Title"/>
      <w:rPr>
        <w:color w:val="FFFFFF" w:themeColor="background1"/>
      </w:rPr>
    </w:pPr>
    <w:r>
      <w:rPr>
        <w:color w:val="FFFFFF" w:themeColor="background1"/>
      </w:rPr>
      <w:t>SOS!</w:t>
    </w:r>
  </w:p>
  <w:p w14:paraId="5C388F6D" w14:textId="77777777" w:rsidR="00B53011" w:rsidRDefault="00B530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54CA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D18544C"/>
    <w:multiLevelType w:val="hybridMultilevel"/>
    <w:tmpl w:val="8B28FB48"/>
    <w:lvl w:ilvl="0" w:tplc="5D329A58">
      <w:start w:val="1"/>
      <w:numFmt w:val="bullet"/>
      <w:lvlText w:val=""/>
      <w:lvlJc w:val="left"/>
      <w:pPr>
        <w:ind w:left="720" w:hanging="360"/>
      </w:pPr>
      <w:rPr>
        <w:rFonts w:ascii="Symbol" w:eastAsiaTheme="minorHAnsi"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1C22CD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48664027"/>
    <w:multiLevelType w:val="hybridMultilevel"/>
    <w:tmpl w:val="ADF2B06C"/>
    <w:lvl w:ilvl="0" w:tplc="5D329A58">
      <w:start w:val="1"/>
      <w:numFmt w:val="bullet"/>
      <w:lvlText w:val=""/>
      <w:lvlJc w:val="left"/>
      <w:pPr>
        <w:ind w:left="720" w:hanging="360"/>
      </w:pPr>
      <w:rPr>
        <w:rFonts w:ascii="Symbol" w:eastAsiaTheme="minorHAnsi"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1876E90"/>
    <w:multiLevelType w:val="hybridMultilevel"/>
    <w:tmpl w:val="9D0C4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80214DB"/>
    <w:multiLevelType w:val="hybridMultilevel"/>
    <w:tmpl w:val="7E585CA6"/>
    <w:lvl w:ilvl="0" w:tplc="5D329A58">
      <w:start w:val="1"/>
      <w:numFmt w:val="bullet"/>
      <w:lvlText w:val=""/>
      <w:lvlJc w:val="left"/>
      <w:pPr>
        <w:ind w:left="720" w:hanging="360"/>
      </w:pPr>
      <w:rPr>
        <w:rFonts w:ascii="Symbol" w:eastAsiaTheme="minorHAnsi"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A13052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69C161D3"/>
    <w:multiLevelType w:val="hybridMultilevel"/>
    <w:tmpl w:val="40F45B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22E25EC"/>
    <w:multiLevelType w:val="hybridMultilevel"/>
    <w:tmpl w:val="FF865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C71AD4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03232130">
    <w:abstractNumId w:val="6"/>
  </w:num>
  <w:num w:numId="2" w16cid:durableId="1439178864">
    <w:abstractNumId w:val="9"/>
  </w:num>
  <w:num w:numId="3" w16cid:durableId="627322801">
    <w:abstractNumId w:val="4"/>
  </w:num>
  <w:num w:numId="4" w16cid:durableId="1250232233">
    <w:abstractNumId w:val="0"/>
  </w:num>
  <w:num w:numId="5" w16cid:durableId="1325205665">
    <w:abstractNumId w:val="1"/>
  </w:num>
  <w:num w:numId="6" w16cid:durableId="1115444381">
    <w:abstractNumId w:val="5"/>
  </w:num>
  <w:num w:numId="7" w16cid:durableId="1598050921">
    <w:abstractNumId w:val="3"/>
  </w:num>
  <w:num w:numId="8" w16cid:durableId="592713656">
    <w:abstractNumId w:val="2"/>
  </w:num>
  <w:num w:numId="9" w16cid:durableId="1814709835">
    <w:abstractNumId w:val="7"/>
  </w:num>
  <w:num w:numId="10" w16cid:durableId="15997490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2E"/>
    <w:rsid w:val="000A4121"/>
    <w:rsid w:val="001068AA"/>
    <w:rsid w:val="001B2759"/>
    <w:rsid w:val="00302AD2"/>
    <w:rsid w:val="003246C6"/>
    <w:rsid w:val="0037047D"/>
    <w:rsid w:val="004C41FC"/>
    <w:rsid w:val="004F1D93"/>
    <w:rsid w:val="005153E6"/>
    <w:rsid w:val="005837D4"/>
    <w:rsid w:val="005E31B0"/>
    <w:rsid w:val="00656311"/>
    <w:rsid w:val="006836B0"/>
    <w:rsid w:val="006D1E8C"/>
    <w:rsid w:val="00790541"/>
    <w:rsid w:val="00835635"/>
    <w:rsid w:val="008D301C"/>
    <w:rsid w:val="009839E5"/>
    <w:rsid w:val="00990432"/>
    <w:rsid w:val="00A05471"/>
    <w:rsid w:val="00A15E9C"/>
    <w:rsid w:val="00A20036"/>
    <w:rsid w:val="00A94D55"/>
    <w:rsid w:val="00B4624E"/>
    <w:rsid w:val="00B53011"/>
    <w:rsid w:val="00B9332D"/>
    <w:rsid w:val="00C12077"/>
    <w:rsid w:val="00CC37B9"/>
    <w:rsid w:val="00D170C5"/>
    <w:rsid w:val="00D224F0"/>
    <w:rsid w:val="00E0152E"/>
    <w:rsid w:val="00EF4AA1"/>
    <w:rsid w:val="00F236FC"/>
    <w:rsid w:val="00F9471A"/>
    <w:rsid w:val="00FD55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3AF63"/>
  <w15:chartTrackingRefBased/>
  <w15:docId w15:val="{3C822DF4-23F4-8443-B9EC-C0DABB2F9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077"/>
    <w:rPr>
      <w:rFonts w:ascii="Arial" w:hAnsi="Arial"/>
      <w:color w:val="auto"/>
      <w:sz w:val="20"/>
      <w:u w:val="none"/>
    </w:rPr>
  </w:style>
  <w:style w:type="paragraph" w:styleId="Heading1">
    <w:name w:val="heading 1"/>
    <w:basedOn w:val="Normal"/>
    <w:next w:val="Normal"/>
    <w:link w:val="Heading1Char"/>
    <w:autoRedefine/>
    <w:uiPriority w:val="9"/>
    <w:qFormat/>
    <w:rsid w:val="00C1207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C12077"/>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5301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5301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5301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5301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5301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301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C12077"/>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C12077"/>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C12077"/>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53011"/>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53011"/>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53011"/>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53011"/>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53011"/>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53011"/>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53011"/>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53011"/>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530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011"/>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53011"/>
    <w:pPr>
      <w:spacing w:before="160"/>
      <w:jc w:val="center"/>
    </w:pPr>
    <w:rPr>
      <w:i/>
      <w:iCs/>
      <w:color w:val="404040" w:themeColor="text1" w:themeTint="BF"/>
    </w:rPr>
  </w:style>
  <w:style w:type="character" w:customStyle="1" w:styleId="QuoteChar">
    <w:name w:val="Quote Char"/>
    <w:basedOn w:val="DefaultParagraphFont"/>
    <w:link w:val="Quote"/>
    <w:uiPriority w:val="29"/>
    <w:rsid w:val="00B53011"/>
    <w:rPr>
      <w:i/>
      <w:iCs/>
      <w:color w:val="404040" w:themeColor="text1" w:themeTint="BF"/>
      <w:u w:val="none"/>
    </w:rPr>
  </w:style>
  <w:style w:type="paragraph" w:styleId="ListParagraph">
    <w:name w:val="List Paragraph"/>
    <w:basedOn w:val="Normal"/>
    <w:uiPriority w:val="34"/>
    <w:qFormat/>
    <w:rsid w:val="00B53011"/>
    <w:pPr>
      <w:ind w:left="720"/>
      <w:contextualSpacing/>
    </w:pPr>
  </w:style>
  <w:style w:type="character" w:styleId="IntenseEmphasis">
    <w:name w:val="Intense Emphasis"/>
    <w:basedOn w:val="DefaultParagraphFont"/>
    <w:uiPriority w:val="21"/>
    <w:qFormat/>
    <w:rsid w:val="00B53011"/>
    <w:rPr>
      <w:i/>
      <w:iCs/>
      <w:color w:val="0F4761" w:themeColor="accent1" w:themeShade="BF"/>
    </w:rPr>
  </w:style>
  <w:style w:type="paragraph" w:styleId="IntenseQuote">
    <w:name w:val="Intense Quote"/>
    <w:basedOn w:val="Normal"/>
    <w:next w:val="Normal"/>
    <w:link w:val="IntenseQuoteChar"/>
    <w:uiPriority w:val="30"/>
    <w:qFormat/>
    <w:rsid w:val="00B530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011"/>
    <w:rPr>
      <w:i/>
      <w:iCs/>
      <w:color w:val="0F4761" w:themeColor="accent1" w:themeShade="BF"/>
      <w:u w:val="none"/>
    </w:rPr>
  </w:style>
  <w:style w:type="character" w:styleId="IntenseReference">
    <w:name w:val="Intense Reference"/>
    <w:basedOn w:val="DefaultParagraphFont"/>
    <w:uiPriority w:val="32"/>
    <w:qFormat/>
    <w:rsid w:val="00B53011"/>
    <w:rPr>
      <w:b/>
      <w:bCs/>
      <w:smallCaps/>
      <w:color w:val="0F4761" w:themeColor="accent1" w:themeShade="BF"/>
      <w:spacing w:val="5"/>
    </w:rPr>
  </w:style>
  <w:style w:type="paragraph" w:styleId="Header">
    <w:name w:val="header"/>
    <w:basedOn w:val="Normal"/>
    <w:link w:val="HeaderChar"/>
    <w:uiPriority w:val="99"/>
    <w:unhideWhenUsed/>
    <w:rsid w:val="00B530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3011"/>
    <w:rPr>
      <w:color w:val="auto"/>
      <w:u w:val="none"/>
    </w:rPr>
  </w:style>
  <w:style w:type="paragraph" w:styleId="Footer">
    <w:name w:val="footer"/>
    <w:basedOn w:val="Normal"/>
    <w:link w:val="FooterChar"/>
    <w:uiPriority w:val="99"/>
    <w:unhideWhenUsed/>
    <w:rsid w:val="00B530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3011"/>
    <w:rPr>
      <w:color w:val="auto"/>
      <w:u w:val="none"/>
    </w:rPr>
  </w:style>
  <w:style w:type="paragraph" w:styleId="NormalWeb">
    <w:name w:val="Normal (Web)"/>
    <w:basedOn w:val="Normal"/>
    <w:uiPriority w:val="99"/>
    <w:semiHidden/>
    <w:unhideWhenUsed/>
    <w:rsid w:val="00B5301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1B2759"/>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24999">
      <w:bodyDiv w:val="1"/>
      <w:marLeft w:val="0"/>
      <w:marRight w:val="0"/>
      <w:marTop w:val="0"/>
      <w:marBottom w:val="0"/>
      <w:divBdr>
        <w:top w:val="none" w:sz="0" w:space="0" w:color="auto"/>
        <w:left w:val="none" w:sz="0" w:space="0" w:color="auto"/>
        <w:bottom w:val="none" w:sz="0" w:space="0" w:color="auto"/>
        <w:right w:val="none" w:sz="0" w:space="0" w:color="auto"/>
      </w:divBdr>
    </w:div>
    <w:div w:id="629481877">
      <w:bodyDiv w:val="1"/>
      <w:marLeft w:val="0"/>
      <w:marRight w:val="0"/>
      <w:marTop w:val="0"/>
      <w:marBottom w:val="0"/>
      <w:divBdr>
        <w:top w:val="none" w:sz="0" w:space="0" w:color="auto"/>
        <w:left w:val="none" w:sz="0" w:space="0" w:color="auto"/>
        <w:bottom w:val="none" w:sz="0" w:space="0" w:color="auto"/>
        <w:right w:val="none" w:sz="0" w:space="0" w:color="auto"/>
      </w:divBdr>
    </w:div>
    <w:div w:id="8730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roo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Word-infoblad-rood.dotx</Template>
  <TotalTime>4</TotalTime>
  <Pages>1</Pages>
  <Words>300</Words>
  <Characters>1710</Characters>
  <Application>Microsoft Office Word</Application>
  <DocSecurity>0</DocSecurity>
  <Lines>14</Lines>
  <Paragraphs>4</Paragraphs>
  <ScaleCrop>false</ScaleCrop>
  <Company/>
  <LinksUpToDate>false</LinksUpToDate>
  <CharactersWithSpaces>2006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7</cp:revision>
  <dcterms:created xsi:type="dcterms:W3CDTF">2025-09-03T09:06:00Z</dcterms:created>
  <dcterms:modified xsi:type="dcterms:W3CDTF">2025-09-04T10:22:00Z</dcterms:modified>
</cp:coreProperties>
</file>